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289" w:rsidRDefault="00E42289" w:rsidP="00E42289">
      <w:pPr>
        <w:spacing w:line="240" w:lineRule="auto"/>
      </w:pPr>
      <w:r>
        <w:t>Name:</w:t>
      </w:r>
      <w:r>
        <w:tab/>
        <w:t>Jason Ramos</w:t>
      </w:r>
      <w:r>
        <w:tab/>
      </w:r>
      <w:r>
        <w:tab/>
      </w:r>
      <w:r>
        <w:tab/>
      </w:r>
      <w:r>
        <w:tab/>
      </w:r>
      <w:r>
        <w:tab/>
      </w:r>
      <w:r>
        <w:tab/>
        <w:t>Birthdate: 1/12/1973</w:t>
      </w:r>
      <w:r>
        <w:tab/>
      </w:r>
      <w:r>
        <w:tab/>
      </w:r>
    </w:p>
    <w:p w:rsidR="00E42289" w:rsidRDefault="00E42289" w:rsidP="00E42289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42289" w:rsidRDefault="00E42289" w:rsidP="00E42289">
      <w:pPr>
        <w:spacing w:line="240" w:lineRule="auto"/>
      </w:pPr>
      <w:r>
        <w:t>Home Address:</w:t>
      </w:r>
      <w:r>
        <w:tab/>
        <w:t xml:space="preserve">525 </w:t>
      </w:r>
      <w:proofErr w:type="spellStart"/>
      <w:r>
        <w:t>Chartin</w:t>
      </w:r>
      <w:proofErr w:type="spellEnd"/>
      <w:r>
        <w:t xml:space="preserve"> Road, Blue Lake, CA  95525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454AC">
        <w:t xml:space="preserve">     </w:t>
      </w:r>
      <w:r>
        <w:t>Home Phone:</w:t>
      </w:r>
      <w:r w:rsidR="00150127">
        <w:t xml:space="preserve"> </w:t>
      </w:r>
      <w:r>
        <w:t>(707) 267-4329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42289" w:rsidRDefault="00E42289" w:rsidP="00E42289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42289" w:rsidRDefault="00150127" w:rsidP="00E42289">
      <w:pPr>
        <w:spacing w:line="240" w:lineRule="auto"/>
      </w:pPr>
      <w:r w:rsidRPr="00150127">
        <w:rPr>
          <w:b/>
          <w:u w:val="single"/>
        </w:rPr>
        <w:t>Current Employer</w:t>
      </w:r>
      <w:r w:rsidR="00E42289" w:rsidRPr="00150127">
        <w:rPr>
          <w:b/>
          <w:u w:val="single"/>
        </w:rPr>
        <w:t>:</w:t>
      </w:r>
      <w:r>
        <w:t xml:space="preserve"> </w:t>
      </w:r>
      <w:r w:rsidR="00E42289">
        <w:t xml:space="preserve">Blue Lake </w:t>
      </w:r>
      <w:r>
        <w:t>Rancheria</w:t>
      </w:r>
      <w:r w:rsidR="00B83B9A">
        <w:t xml:space="preserve"> Tribe of California</w:t>
      </w:r>
      <w:r w:rsidR="00E42289">
        <w:tab/>
      </w:r>
      <w:r w:rsidR="00E42289">
        <w:tab/>
      </w:r>
      <w:r w:rsidR="00E42289">
        <w:tab/>
      </w:r>
      <w:r w:rsidR="00E42289">
        <w:tab/>
      </w:r>
      <w:r w:rsidR="00E42289">
        <w:tab/>
      </w:r>
      <w:r w:rsidR="00E42289">
        <w:tab/>
      </w:r>
      <w:r w:rsidR="00E42289">
        <w:tab/>
      </w:r>
      <w:r w:rsidR="00E42289">
        <w:tab/>
      </w:r>
    </w:p>
    <w:p w:rsidR="00005252" w:rsidRDefault="00E42289" w:rsidP="00E42289">
      <w:pPr>
        <w:spacing w:line="240" w:lineRule="auto"/>
      </w:pPr>
      <w:r>
        <w:t>Business Address/Phone:</w:t>
      </w:r>
      <w:r w:rsidR="00150127">
        <w:t xml:space="preserve"> </w:t>
      </w:r>
      <w:r>
        <w:t>PO</w:t>
      </w:r>
      <w:r w:rsidR="00150127">
        <w:t xml:space="preserve"> Box 1128 Blue Lake, CA   95525, </w:t>
      </w:r>
      <w:r>
        <w:t>(707) 668-5300</w:t>
      </w:r>
      <w:r w:rsidR="00005252">
        <w:t xml:space="preserve"> </w:t>
      </w:r>
    </w:p>
    <w:p w:rsidR="00E42289" w:rsidRDefault="00E42289" w:rsidP="00E42289">
      <w:pPr>
        <w:spacing w:line="240" w:lineRule="auto"/>
      </w:pPr>
      <w:r>
        <w:t>Email:</w:t>
      </w:r>
      <w:r>
        <w:tab/>
        <w:t>jramos@bluelakecasino.com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05252" w:rsidRDefault="00E42289" w:rsidP="00E42289">
      <w:pPr>
        <w:spacing w:line="240" w:lineRule="auto"/>
      </w:pPr>
      <w:proofErr w:type="gramStart"/>
      <w:r>
        <w:t>Fax :</w:t>
      </w:r>
      <w:proofErr w:type="gramEnd"/>
      <w:r w:rsidR="00150127">
        <w:t xml:space="preserve"> </w:t>
      </w:r>
      <w:r>
        <w:t>(707) 688-5500</w:t>
      </w:r>
      <w:r>
        <w:tab/>
      </w:r>
    </w:p>
    <w:p w:rsidR="00E42289" w:rsidRDefault="00E42289" w:rsidP="00E42289">
      <w:pPr>
        <w:spacing w:line="240" w:lineRule="auto"/>
      </w:pPr>
      <w:r>
        <w:tab/>
      </w:r>
      <w:r>
        <w:tab/>
      </w:r>
      <w:r>
        <w:tab/>
      </w:r>
    </w:p>
    <w:p w:rsidR="00E42289" w:rsidRDefault="00A13F5C" w:rsidP="00E42289">
      <w:pPr>
        <w:spacing w:line="240" w:lineRule="auto"/>
        <w:rPr>
          <w:b/>
          <w:u w:val="single"/>
        </w:rPr>
      </w:pPr>
      <w:r w:rsidRPr="00A13F5C">
        <w:rPr>
          <w:b/>
          <w:u w:val="single"/>
        </w:rPr>
        <w:t>Education:</w:t>
      </w:r>
    </w:p>
    <w:p w:rsidR="00A13F5C" w:rsidRDefault="00A13F5C" w:rsidP="00A13F5C">
      <w:pPr>
        <w:pStyle w:val="ListParagraph"/>
        <w:numPr>
          <w:ilvl w:val="0"/>
          <w:numId w:val="6"/>
        </w:numPr>
        <w:spacing w:line="240" w:lineRule="auto"/>
      </w:pPr>
      <w:r>
        <w:t>B</w:t>
      </w:r>
      <w:r w:rsidRPr="00A13F5C">
        <w:t>S</w:t>
      </w:r>
      <w:r w:rsidR="00B217B5">
        <w:t>,</w:t>
      </w:r>
      <w:r w:rsidRPr="00A13F5C">
        <w:t xml:space="preserve"> Kinesiology</w:t>
      </w:r>
      <w:r>
        <w:t>, Humboldt State University</w:t>
      </w:r>
      <w:r w:rsidR="00B217B5">
        <w:t>, Arcata CA,</w:t>
      </w:r>
      <w:r>
        <w:t xml:space="preserve"> 1998</w:t>
      </w:r>
    </w:p>
    <w:p w:rsidR="00B217B5" w:rsidRDefault="00B217B5" w:rsidP="00A13F5C">
      <w:pPr>
        <w:pStyle w:val="ListParagraph"/>
        <w:numPr>
          <w:ilvl w:val="0"/>
          <w:numId w:val="6"/>
        </w:numPr>
        <w:spacing w:line="240" w:lineRule="auto"/>
      </w:pPr>
      <w:r>
        <w:t>MS, Kinesiology, Humboldt State University, Arcata CA, 2014</w:t>
      </w:r>
    </w:p>
    <w:p w:rsidR="00B83B9A" w:rsidRPr="00B83B9A" w:rsidRDefault="00B83B9A" w:rsidP="00B83B9A">
      <w:pPr>
        <w:pStyle w:val="ListParagraph"/>
        <w:numPr>
          <w:ilvl w:val="0"/>
          <w:numId w:val="6"/>
        </w:numPr>
      </w:pPr>
      <w:r w:rsidRPr="00B83B9A">
        <w:t>DC, Palmer College of Chiropractic West, San Jose CA, 2001</w:t>
      </w:r>
    </w:p>
    <w:p w:rsidR="00B83B9A" w:rsidRDefault="00B83B9A" w:rsidP="00B83B9A">
      <w:pPr>
        <w:pStyle w:val="ListParagraph"/>
        <w:spacing w:line="240" w:lineRule="auto"/>
        <w:ind w:left="0"/>
      </w:pPr>
    </w:p>
    <w:p w:rsidR="00B83B9A" w:rsidRPr="00B83B9A" w:rsidRDefault="00B83B9A" w:rsidP="00B83B9A">
      <w:pPr>
        <w:pStyle w:val="ListParagraph"/>
        <w:spacing w:line="240" w:lineRule="auto"/>
        <w:ind w:left="0"/>
        <w:rPr>
          <w:b/>
          <w:u w:val="single"/>
        </w:rPr>
      </w:pPr>
      <w:r w:rsidRPr="00B83B9A">
        <w:rPr>
          <w:b/>
          <w:u w:val="single"/>
        </w:rPr>
        <w:t>Research:</w:t>
      </w:r>
    </w:p>
    <w:p w:rsidR="00B80A1F" w:rsidRDefault="00B80A1F" w:rsidP="00B83B9A">
      <w:pPr>
        <w:spacing w:line="240" w:lineRule="auto"/>
        <w:ind w:left="360"/>
      </w:pPr>
      <w:r w:rsidRPr="00B80A1F">
        <w:t xml:space="preserve">Effects of </w:t>
      </w:r>
      <w:proofErr w:type="spellStart"/>
      <w:r w:rsidRPr="00B80A1F">
        <w:t>creatine</w:t>
      </w:r>
      <w:proofErr w:type="spellEnd"/>
      <w:r w:rsidRPr="00B80A1F">
        <w:t xml:space="preserve"> supplementation and resistance training on bone turnover markers in older men: a pilot study</w:t>
      </w:r>
    </w:p>
    <w:p w:rsidR="00B80A1F" w:rsidRPr="00B83B9A" w:rsidRDefault="009E2006" w:rsidP="00B80A1F">
      <w:pPr>
        <w:pStyle w:val="ListParagraph"/>
        <w:numPr>
          <w:ilvl w:val="1"/>
          <w:numId w:val="6"/>
        </w:numPr>
        <w:spacing w:line="240" w:lineRule="auto"/>
        <w:rPr>
          <w:rStyle w:val="Hyperlink"/>
          <w:color w:val="auto"/>
          <w:u w:val="none"/>
        </w:rPr>
      </w:pPr>
      <w:hyperlink r:id="rId5" w:history="1">
        <w:r w:rsidR="00B80A1F" w:rsidRPr="002D46C1">
          <w:rPr>
            <w:rStyle w:val="Hyperlink"/>
          </w:rPr>
          <w:t>http://humboldt-dspace.calstate.edu/handle/2148/1968</w:t>
        </w:r>
      </w:hyperlink>
    </w:p>
    <w:p w:rsidR="00B83B9A" w:rsidRDefault="00B83B9A" w:rsidP="00B83B9A">
      <w:pPr>
        <w:pStyle w:val="ListParagraph"/>
        <w:spacing w:line="240" w:lineRule="auto"/>
        <w:ind w:left="1440"/>
      </w:pPr>
    </w:p>
    <w:p w:rsidR="00150127" w:rsidRDefault="00E42289" w:rsidP="00E42289">
      <w:pPr>
        <w:spacing w:line="240" w:lineRule="auto"/>
      </w:pPr>
      <w:r w:rsidRPr="00150127">
        <w:rPr>
          <w:b/>
          <w:u w:val="single"/>
        </w:rPr>
        <w:t xml:space="preserve"> Occupation:</w:t>
      </w:r>
      <w:r w:rsidR="00150127">
        <w:t xml:space="preserve"> </w:t>
      </w:r>
    </w:p>
    <w:p w:rsidR="006174A2" w:rsidRDefault="006174A2" w:rsidP="00150127">
      <w:pPr>
        <w:pStyle w:val="ListParagraph"/>
        <w:numPr>
          <w:ilvl w:val="0"/>
          <w:numId w:val="1"/>
        </w:numPr>
        <w:spacing w:line="240" w:lineRule="auto"/>
      </w:pPr>
      <w:r>
        <w:t>Blue Lake Rancheria Tribal Administrator, January 1</w:t>
      </w:r>
      <w:r w:rsidRPr="006174A2">
        <w:rPr>
          <w:vertAlign w:val="superscript"/>
        </w:rPr>
        <w:t>st</w:t>
      </w:r>
      <w:r>
        <w:t xml:space="preserve"> 2021-present</w:t>
      </w:r>
    </w:p>
    <w:p w:rsidR="00150127" w:rsidRDefault="006174A2" w:rsidP="00150127">
      <w:pPr>
        <w:pStyle w:val="ListParagraph"/>
        <w:numPr>
          <w:ilvl w:val="0"/>
          <w:numId w:val="1"/>
        </w:numPr>
        <w:spacing w:line="240" w:lineRule="auto"/>
      </w:pPr>
      <w:r>
        <w:t xml:space="preserve">Former </w:t>
      </w:r>
      <w:r w:rsidR="00E42289">
        <w:t>Blue Lake</w:t>
      </w:r>
      <w:r w:rsidR="00150127">
        <w:t xml:space="preserve"> </w:t>
      </w:r>
      <w:r w:rsidR="00E42289">
        <w:t xml:space="preserve">Tribal Gaming Commission, Chairman- </w:t>
      </w:r>
      <w:r w:rsidR="00077ABF">
        <w:t>(</w:t>
      </w:r>
      <w:r w:rsidR="00E42289">
        <w:t>1</w:t>
      </w:r>
      <w:r>
        <w:t>9</w:t>
      </w:r>
      <w:r w:rsidR="00E42289">
        <w:t xml:space="preserve"> years</w:t>
      </w:r>
      <w:r w:rsidR="00077ABF">
        <w:t>)</w:t>
      </w:r>
      <w:r w:rsidR="00005252">
        <w:t xml:space="preserve"> </w:t>
      </w:r>
    </w:p>
    <w:p w:rsidR="00005252" w:rsidRDefault="00005252" w:rsidP="00005252">
      <w:pPr>
        <w:pStyle w:val="ListParagraph"/>
        <w:numPr>
          <w:ilvl w:val="1"/>
          <w:numId w:val="1"/>
        </w:numPr>
        <w:spacing w:line="240" w:lineRule="auto"/>
      </w:pPr>
      <w:r>
        <w:t>Arla Ramsey (</w:t>
      </w:r>
      <w:r w:rsidR="006174A2">
        <w:t xml:space="preserve">former </w:t>
      </w:r>
      <w:r>
        <w:t>Tribal Administrator) 707.668.5101</w:t>
      </w:r>
    </w:p>
    <w:p w:rsidR="005D25BA" w:rsidRDefault="005D25BA" w:rsidP="005D25BA">
      <w:pPr>
        <w:pStyle w:val="ListParagraph"/>
        <w:numPr>
          <w:ilvl w:val="0"/>
          <w:numId w:val="1"/>
        </w:numPr>
        <w:spacing w:line="240" w:lineRule="auto"/>
      </w:pPr>
      <w:r>
        <w:t>Blue Lake Rancheria, Tribal Council member (</w:t>
      </w:r>
      <w:r w:rsidR="006174A2">
        <w:t>3</w:t>
      </w:r>
      <w:r>
        <w:t xml:space="preserve"> year</w:t>
      </w:r>
      <w:r w:rsidR="00122798">
        <w:t>s</w:t>
      </w:r>
      <w:r>
        <w:t>)</w:t>
      </w:r>
    </w:p>
    <w:p w:rsidR="00150127" w:rsidRDefault="00E42289" w:rsidP="00150127">
      <w:pPr>
        <w:pStyle w:val="ListParagraph"/>
        <w:numPr>
          <w:ilvl w:val="0"/>
          <w:numId w:val="1"/>
        </w:numPr>
        <w:spacing w:line="240" w:lineRule="auto"/>
      </w:pPr>
      <w:r>
        <w:t xml:space="preserve">Blue Lake Rancheria Economic Development Board of Directors, member </w:t>
      </w:r>
      <w:r w:rsidR="00C05481">
        <w:t>1</w:t>
      </w:r>
      <w:r w:rsidR="006174A2">
        <w:t>2</w:t>
      </w:r>
      <w:r>
        <w:t xml:space="preserve"> years</w:t>
      </w:r>
    </w:p>
    <w:p w:rsidR="00005252" w:rsidRPr="00005252" w:rsidRDefault="00005252" w:rsidP="00005252">
      <w:pPr>
        <w:pStyle w:val="ListParagraph"/>
        <w:numPr>
          <w:ilvl w:val="1"/>
          <w:numId w:val="1"/>
        </w:numPr>
      </w:pPr>
      <w:r>
        <w:t xml:space="preserve">Arla Ramsey </w:t>
      </w:r>
      <w:r w:rsidRPr="00005252">
        <w:t>(Tribal Administrator) 707.668.5101</w:t>
      </w:r>
    </w:p>
    <w:p w:rsidR="00150127" w:rsidRDefault="00150127" w:rsidP="00150127">
      <w:pPr>
        <w:pStyle w:val="ListParagraph"/>
        <w:numPr>
          <w:ilvl w:val="0"/>
          <w:numId w:val="1"/>
        </w:numPr>
        <w:spacing w:line="240" w:lineRule="auto"/>
      </w:pPr>
      <w:r>
        <w:t>Blue Lake Rancheria</w:t>
      </w:r>
      <w:r w:rsidR="005454AC">
        <w:t xml:space="preserve"> Department of Energy, Tribal Government Liaison</w:t>
      </w:r>
    </w:p>
    <w:p w:rsidR="00005252" w:rsidRDefault="00005252" w:rsidP="00005252">
      <w:pPr>
        <w:pStyle w:val="ListParagraph"/>
        <w:numPr>
          <w:ilvl w:val="1"/>
          <w:numId w:val="1"/>
        </w:numPr>
        <w:spacing w:line="240" w:lineRule="auto"/>
      </w:pPr>
      <w:r>
        <w:t>Jana Ganion (Serraga, Executive Director</w:t>
      </w:r>
      <w:r w:rsidR="00047E7E">
        <w:t>)</w:t>
      </w:r>
      <w:r>
        <w:t xml:space="preserve"> 206.617.0073</w:t>
      </w:r>
    </w:p>
    <w:p w:rsidR="00923090" w:rsidRDefault="00923090" w:rsidP="00A13F5C">
      <w:pPr>
        <w:pStyle w:val="ListParagraph"/>
        <w:numPr>
          <w:ilvl w:val="0"/>
          <w:numId w:val="1"/>
        </w:numPr>
        <w:spacing w:line="240" w:lineRule="auto"/>
      </w:pPr>
      <w:r>
        <w:t xml:space="preserve">Lost Coast Communications LLC, Board Member </w:t>
      </w:r>
    </w:p>
    <w:p w:rsidR="00005252" w:rsidRDefault="00005252" w:rsidP="00005252">
      <w:pPr>
        <w:pStyle w:val="ListParagraph"/>
        <w:numPr>
          <w:ilvl w:val="1"/>
          <w:numId w:val="1"/>
        </w:numPr>
        <w:spacing w:line="240" w:lineRule="auto"/>
      </w:pPr>
      <w:r>
        <w:t>Patrick Clearly (Board President) 707.599.6567</w:t>
      </w:r>
    </w:p>
    <w:p w:rsidR="00923090" w:rsidRPr="00923090" w:rsidRDefault="007761E3" w:rsidP="00923090">
      <w:pPr>
        <w:spacing w:line="240" w:lineRule="auto"/>
        <w:rPr>
          <w:b/>
          <w:u w:val="single"/>
        </w:rPr>
      </w:pPr>
      <w:r>
        <w:rPr>
          <w:b/>
          <w:u w:val="single"/>
        </w:rPr>
        <w:t xml:space="preserve">Current </w:t>
      </w:r>
      <w:r w:rsidR="00923090" w:rsidRPr="00923090">
        <w:rPr>
          <w:b/>
          <w:u w:val="single"/>
        </w:rPr>
        <w:t>Civic/Profes</w:t>
      </w:r>
      <w:r w:rsidR="00923090">
        <w:rPr>
          <w:b/>
          <w:u w:val="single"/>
        </w:rPr>
        <w:t>sional Associations:</w:t>
      </w:r>
    </w:p>
    <w:p w:rsidR="00037313" w:rsidRPr="00037313" w:rsidRDefault="00037313" w:rsidP="00037313">
      <w:pPr>
        <w:pStyle w:val="ListParagraph"/>
        <w:numPr>
          <w:ilvl w:val="0"/>
          <w:numId w:val="5"/>
        </w:numPr>
      </w:pPr>
      <w:r w:rsidRPr="00037313">
        <w:t xml:space="preserve">Humboldt </w:t>
      </w:r>
      <w:r w:rsidR="00AB0A4F">
        <w:t>State University</w:t>
      </w:r>
      <w:r w:rsidRPr="00037313">
        <w:t xml:space="preserve"> Advancement</w:t>
      </w:r>
      <w:r>
        <w:t xml:space="preserve"> Foundation</w:t>
      </w:r>
      <w:r w:rsidRPr="00037313">
        <w:t xml:space="preserve"> Board of Directors, </w:t>
      </w:r>
      <w:r>
        <w:t>(</w:t>
      </w:r>
      <w:r w:rsidR="006174A2">
        <w:t>10</w:t>
      </w:r>
      <w:r>
        <w:t xml:space="preserve"> years)</w:t>
      </w:r>
      <w:r w:rsidRPr="00037313">
        <w:tab/>
      </w:r>
    </w:p>
    <w:p w:rsidR="00037313" w:rsidRDefault="00037313" w:rsidP="00037313">
      <w:pPr>
        <w:pStyle w:val="ListParagraph"/>
        <w:numPr>
          <w:ilvl w:val="1"/>
          <w:numId w:val="5"/>
        </w:numPr>
        <w:spacing w:line="240" w:lineRule="auto"/>
      </w:pPr>
      <w:r>
        <w:t>Member Foundation’s Executive Committee</w:t>
      </w:r>
      <w:r w:rsidR="00C05481">
        <w:t>, 2017-2018 Board Chairman</w:t>
      </w:r>
    </w:p>
    <w:p w:rsidR="00037313" w:rsidRDefault="00C05481" w:rsidP="00AB0A4F">
      <w:pPr>
        <w:pStyle w:val="ListParagraph"/>
        <w:numPr>
          <w:ilvl w:val="1"/>
          <w:numId w:val="5"/>
        </w:numPr>
        <w:spacing w:line="240" w:lineRule="auto"/>
      </w:pPr>
      <w:r>
        <w:t xml:space="preserve">Formerly, </w:t>
      </w:r>
      <w:r w:rsidR="0073472D">
        <w:t xml:space="preserve">Executive Committee, </w:t>
      </w:r>
      <w:r w:rsidR="00037313">
        <w:t>Foundation’s Treasurer</w:t>
      </w:r>
      <w:r w:rsidR="00AB0A4F">
        <w:t>, Finance Committee</w:t>
      </w:r>
      <w:r w:rsidR="001E206B">
        <w:t xml:space="preserve"> Chair</w:t>
      </w:r>
      <w:r w:rsidR="00AB0A4F">
        <w:t xml:space="preserve">, </w:t>
      </w:r>
      <w:r w:rsidR="006174A2">
        <w:t xml:space="preserve">Frank </w:t>
      </w:r>
      <w:proofErr w:type="spellStart"/>
      <w:r w:rsidR="006174A2">
        <w:t>Whitlatch</w:t>
      </w:r>
      <w:proofErr w:type="spellEnd"/>
      <w:r w:rsidR="00AB0A4F">
        <w:t xml:space="preserve"> 707.826.</w:t>
      </w:r>
      <w:r w:rsidR="00AB0A4F" w:rsidRPr="00AB0A4F">
        <w:t>51</w:t>
      </w:r>
      <w:r w:rsidR="006174A2">
        <w:t>10</w:t>
      </w:r>
    </w:p>
    <w:p w:rsidR="0073472D" w:rsidRDefault="0073472D" w:rsidP="0073472D">
      <w:pPr>
        <w:pStyle w:val="ListParagraph"/>
        <w:numPr>
          <w:ilvl w:val="0"/>
          <w:numId w:val="5"/>
        </w:numPr>
        <w:spacing w:line="240" w:lineRule="auto"/>
      </w:pPr>
      <w:r w:rsidRPr="00F70C62">
        <w:t>Humboldt State University Real Estate Holdings (HSUREH)</w:t>
      </w:r>
      <w:r>
        <w:t xml:space="preserve"> (</w:t>
      </w:r>
      <w:r w:rsidR="00077ABF">
        <w:t>4</w:t>
      </w:r>
      <w:r>
        <w:t xml:space="preserve"> year</w:t>
      </w:r>
      <w:r w:rsidR="00C05481">
        <w:t>s</w:t>
      </w:r>
      <w:r>
        <w:t>)</w:t>
      </w:r>
    </w:p>
    <w:p w:rsidR="0073472D" w:rsidRDefault="0073472D" w:rsidP="0073472D">
      <w:pPr>
        <w:pStyle w:val="ListParagraph"/>
        <w:numPr>
          <w:ilvl w:val="1"/>
          <w:numId w:val="5"/>
        </w:numPr>
        <w:spacing w:line="240" w:lineRule="auto"/>
      </w:pPr>
      <w:r>
        <w:lastRenderedPageBreak/>
        <w:t>Member, manages university’s real estate holdings</w:t>
      </w:r>
    </w:p>
    <w:p w:rsidR="0073472D" w:rsidRDefault="006174A2" w:rsidP="006174A2">
      <w:pPr>
        <w:pStyle w:val="ListParagraph"/>
        <w:numPr>
          <w:ilvl w:val="1"/>
          <w:numId w:val="5"/>
        </w:numPr>
        <w:spacing w:line="240" w:lineRule="auto"/>
      </w:pPr>
      <w:r w:rsidRPr="006174A2">
        <w:t xml:space="preserve">Frank </w:t>
      </w:r>
      <w:proofErr w:type="spellStart"/>
      <w:r w:rsidRPr="006174A2">
        <w:t>Whitlatch</w:t>
      </w:r>
      <w:proofErr w:type="spellEnd"/>
      <w:r w:rsidRPr="006174A2">
        <w:t xml:space="preserve"> 707.826.5110 </w:t>
      </w:r>
      <w:r w:rsidR="0073472D" w:rsidRPr="009201BF">
        <w:t>(Vice President for University Advancement and Executive Director of the HSU Advancement Foundation) 707.826.51</w:t>
      </w:r>
      <w:r>
        <w:t>10</w:t>
      </w:r>
    </w:p>
    <w:p w:rsidR="00AB0A4F" w:rsidRDefault="00AB0A4F" w:rsidP="00AB0A4F">
      <w:pPr>
        <w:pStyle w:val="ListParagraph"/>
        <w:numPr>
          <w:ilvl w:val="0"/>
          <w:numId w:val="5"/>
        </w:numPr>
        <w:spacing w:line="240" w:lineRule="auto"/>
      </w:pPr>
      <w:r w:rsidRPr="00AB0A4F">
        <w:t>Humboldt State University</w:t>
      </w:r>
      <w:r>
        <w:t xml:space="preserve"> Sponsored Programs Foundation (</w:t>
      </w:r>
      <w:r w:rsidR="00077ABF">
        <w:t>5</w:t>
      </w:r>
      <w:r w:rsidR="0073472D">
        <w:t xml:space="preserve"> year</w:t>
      </w:r>
      <w:r w:rsidR="00077ABF">
        <w:t>s</w:t>
      </w:r>
      <w:r>
        <w:t>)</w:t>
      </w:r>
    </w:p>
    <w:p w:rsidR="000701FC" w:rsidRDefault="00AB0A4F" w:rsidP="00AB0A4F">
      <w:pPr>
        <w:pStyle w:val="ListParagraph"/>
        <w:numPr>
          <w:ilvl w:val="1"/>
          <w:numId w:val="5"/>
        </w:numPr>
        <w:spacing w:line="240" w:lineRule="auto"/>
      </w:pPr>
      <w:r w:rsidRPr="00AB0A4F">
        <w:t xml:space="preserve">Member </w:t>
      </w:r>
      <w:r w:rsidR="000701FC">
        <w:t xml:space="preserve">Incentives, </w:t>
      </w:r>
      <w:r w:rsidRPr="00AB0A4F">
        <w:t>Finance</w:t>
      </w:r>
      <w:r w:rsidR="000701FC">
        <w:t>,</w:t>
      </w:r>
      <w:r w:rsidRPr="00AB0A4F">
        <w:t xml:space="preserve"> </w:t>
      </w:r>
      <w:r w:rsidR="000701FC">
        <w:t xml:space="preserve">Governance, Investment </w:t>
      </w:r>
      <w:r w:rsidRPr="00AB0A4F">
        <w:t>Committee</w:t>
      </w:r>
      <w:r w:rsidR="000701FC">
        <w:t xml:space="preserve">s </w:t>
      </w:r>
    </w:p>
    <w:p w:rsidR="00AB0A4F" w:rsidRDefault="006174A2" w:rsidP="00AB0A4F">
      <w:pPr>
        <w:pStyle w:val="ListParagraph"/>
        <w:numPr>
          <w:ilvl w:val="1"/>
          <w:numId w:val="5"/>
        </w:numPr>
        <w:spacing w:line="240" w:lineRule="auto"/>
      </w:pPr>
      <w:r>
        <w:t>Kacie Flynn</w:t>
      </w:r>
      <w:r w:rsidR="00AB0A4F">
        <w:t xml:space="preserve"> 707.</w:t>
      </w:r>
      <w:r w:rsidR="00AB0A4F" w:rsidRPr="00AB0A4F">
        <w:t>826</w:t>
      </w:r>
      <w:r w:rsidR="00B83B9A">
        <w:t>.</w:t>
      </w:r>
      <w:r>
        <w:t>5159</w:t>
      </w:r>
    </w:p>
    <w:p w:rsidR="00AB0A4F" w:rsidRDefault="00AB0A4F" w:rsidP="00AB0A4F">
      <w:pPr>
        <w:pStyle w:val="ListParagraph"/>
        <w:numPr>
          <w:ilvl w:val="0"/>
          <w:numId w:val="5"/>
        </w:numPr>
        <w:spacing w:line="240" w:lineRule="auto"/>
      </w:pPr>
      <w:r>
        <w:t>HSU President’s Native American Advisory Committee (</w:t>
      </w:r>
      <w:r w:rsidR="00077ABF">
        <w:t>5</w:t>
      </w:r>
      <w:r>
        <w:t xml:space="preserve"> year)</w:t>
      </w:r>
    </w:p>
    <w:p w:rsidR="00AB0A4F" w:rsidRDefault="00AB0A4F" w:rsidP="00AB0A4F">
      <w:pPr>
        <w:pStyle w:val="ListParagraph"/>
        <w:numPr>
          <w:ilvl w:val="1"/>
          <w:numId w:val="5"/>
        </w:numPr>
        <w:spacing w:line="240" w:lineRule="auto"/>
      </w:pPr>
      <w:r w:rsidRPr="00AB0A4F">
        <w:t>Mary Hackett</w:t>
      </w:r>
      <w:r>
        <w:t xml:space="preserve">, </w:t>
      </w:r>
      <w:r w:rsidRPr="00AB0A4F">
        <w:t>707</w:t>
      </w:r>
      <w:r>
        <w:t>.</w:t>
      </w:r>
      <w:r w:rsidRPr="00AB0A4F">
        <w:t>826</w:t>
      </w:r>
      <w:r>
        <w:t>.</w:t>
      </w:r>
      <w:r w:rsidRPr="00AB0A4F">
        <w:t>5075</w:t>
      </w:r>
    </w:p>
    <w:p w:rsidR="00E245A5" w:rsidRDefault="00E245A5" w:rsidP="00E245A5">
      <w:pPr>
        <w:pStyle w:val="ListParagraph"/>
        <w:numPr>
          <w:ilvl w:val="0"/>
          <w:numId w:val="5"/>
        </w:numPr>
        <w:spacing w:line="240" w:lineRule="auto"/>
      </w:pPr>
      <w:r>
        <w:t>CA Board of Forestry and Fire</w:t>
      </w:r>
    </w:p>
    <w:p w:rsidR="00E245A5" w:rsidRDefault="00E245A5" w:rsidP="00E245A5">
      <w:pPr>
        <w:pStyle w:val="ListParagraph"/>
        <w:numPr>
          <w:ilvl w:val="1"/>
          <w:numId w:val="5"/>
        </w:numPr>
        <w:spacing w:line="240" w:lineRule="auto"/>
      </w:pPr>
      <w:r w:rsidRPr="00E245A5">
        <w:t>Joint Institute for Wood Products Innovation</w:t>
      </w:r>
    </w:p>
    <w:p w:rsidR="00E245A5" w:rsidRDefault="00E245A5" w:rsidP="00E245A5">
      <w:pPr>
        <w:pStyle w:val="ListParagraph"/>
        <w:numPr>
          <w:ilvl w:val="1"/>
          <w:numId w:val="5"/>
        </w:numPr>
        <w:spacing w:line="240" w:lineRule="auto"/>
      </w:pPr>
      <w:r w:rsidRPr="00E245A5">
        <w:t>Katie Harrell</w:t>
      </w:r>
      <w:r>
        <w:t xml:space="preserve">, </w:t>
      </w:r>
      <w:r w:rsidRPr="00E245A5">
        <w:t>(916) 698-1035 cell</w:t>
      </w:r>
      <w:r>
        <w:t xml:space="preserve">, </w:t>
      </w:r>
      <w:hyperlink r:id="rId6" w:history="1">
        <w:r w:rsidRPr="00E36EA3">
          <w:rPr>
            <w:rStyle w:val="Hyperlink"/>
          </w:rPr>
          <w:t>katie.harrell@bof.ca.gov</w:t>
        </w:r>
      </w:hyperlink>
    </w:p>
    <w:p w:rsidR="00005252" w:rsidRDefault="00923090" w:rsidP="00A13F5C">
      <w:pPr>
        <w:pStyle w:val="ListParagraph"/>
        <w:numPr>
          <w:ilvl w:val="0"/>
          <w:numId w:val="5"/>
        </w:numPr>
        <w:spacing w:line="240" w:lineRule="auto"/>
      </w:pPr>
      <w:r>
        <w:t xml:space="preserve">Tribal-State of California Regulators Association, member- </w:t>
      </w:r>
      <w:r w:rsidR="00077ABF">
        <w:t>(</w:t>
      </w:r>
      <w:r>
        <w:t>1</w:t>
      </w:r>
      <w:r w:rsidR="00C05481">
        <w:t>8</w:t>
      </w:r>
      <w:r>
        <w:t xml:space="preserve"> years</w:t>
      </w:r>
      <w:r w:rsidR="00077ABF">
        <w:t>)</w:t>
      </w:r>
    </w:p>
    <w:p w:rsidR="00A13F5C" w:rsidRDefault="00005252" w:rsidP="00E57AAA">
      <w:pPr>
        <w:pStyle w:val="ListParagraph"/>
        <w:numPr>
          <w:ilvl w:val="1"/>
          <w:numId w:val="5"/>
        </w:numPr>
        <w:spacing w:line="240" w:lineRule="auto"/>
      </w:pPr>
      <w:r>
        <w:t xml:space="preserve">CA Gambling </w:t>
      </w:r>
      <w:r w:rsidR="00E57AAA">
        <w:t xml:space="preserve">Control Commission, </w:t>
      </w:r>
      <w:r w:rsidR="00E57AAA" w:rsidRPr="00E57AAA">
        <w:t>916</w:t>
      </w:r>
      <w:r w:rsidR="00E57AAA">
        <w:t>.</w:t>
      </w:r>
      <w:r w:rsidR="00E57AAA" w:rsidRPr="00E57AAA">
        <w:t>263</w:t>
      </w:r>
      <w:r w:rsidR="00E57AAA">
        <w:t>.</w:t>
      </w:r>
      <w:r w:rsidR="00E57AAA" w:rsidRPr="00E57AAA">
        <w:t>0700</w:t>
      </w:r>
      <w:r w:rsidR="00923090">
        <w:tab/>
      </w:r>
      <w:r w:rsidR="00923090">
        <w:tab/>
      </w:r>
    </w:p>
    <w:p w:rsidR="00A13F5C" w:rsidRDefault="00A13F5C" w:rsidP="00A13F5C">
      <w:pPr>
        <w:pStyle w:val="ListParagraph"/>
        <w:numPr>
          <w:ilvl w:val="0"/>
          <w:numId w:val="5"/>
        </w:numPr>
        <w:spacing w:line="240" w:lineRule="auto"/>
      </w:pPr>
      <w:r>
        <w:t>N</w:t>
      </w:r>
      <w:r w:rsidR="00923090">
        <w:t>IGC Tribal Advisory Committee member, Nov. 2011</w:t>
      </w:r>
      <w:r w:rsidR="00D5712F">
        <w:t>-March 2012 (Federal Appointee</w:t>
      </w:r>
      <w:r w:rsidR="00923090">
        <w:t>)</w:t>
      </w:r>
    </w:p>
    <w:p w:rsidR="00101D4E" w:rsidRDefault="002D2F93" w:rsidP="00047E7E">
      <w:pPr>
        <w:pStyle w:val="ListParagraph"/>
        <w:numPr>
          <w:ilvl w:val="1"/>
          <w:numId w:val="5"/>
        </w:numPr>
        <w:spacing w:line="240" w:lineRule="auto"/>
      </w:pPr>
      <w:r w:rsidRPr="002D2F93">
        <w:t xml:space="preserve">Eric </w:t>
      </w:r>
      <w:proofErr w:type="spellStart"/>
      <w:r w:rsidRPr="002D2F93">
        <w:t>Schalansky</w:t>
      </w:r>
      <w:proofErr w:type="spellEnd"/>
      <w:r>
        <w:t xml:space="preserve">, (Sacramento Regional Director) </w:t>
      </w:r>
      <w:r w:rsidR="00047E7E" w:rsidRPr="00047E7E">
        <w:t>916</w:t>
      </w:r>
      <w:r w:rsidR="00047E7E">
        <w:t>.</w:t>
      </w:r>
      <w:r w:rsidR="00047E7E" w:rsidRPr="00047E7E">
        <w:t>414</w:t>
      </w:r>
      <w:r w:rsidR="00047E7E">
        <w:t>.</w:t>
      </w:r>
      <w:r w:rsidR="00047E7E" w:rsidRPr="00047E7E">
        <w:t>2300</w:t>
      </w:r>
    </w:p>
    <w:p w:rsidR="00047E7E" w:rsidRDefault="00923090" w:rsidP="00A13F5C">
      <w:pPr>
        <w:pStyle w:val="ListParagraph"/>
        <w:numPr>
          <w:ilvl w:val="0"/>
          <w:numId w:val="5"/>
        </w:numPr>
        <w:spacing w:line="240" w:lineRule="auto"/>
      </w:pPr>
      <w:r>
        <w:t>HSU-Schatz Energy lab (SERC)-BLR alternative energy projects (board member)</w:t>
      </w:r>
    </w:p>
    <w:p w:rsidR="00047E7E" w:rsidRDefault="00047E7E" w:rsidP="00047E7E">
      <w:pPr>
        <w:pStyle w:val="ListParagraph"/>
        <w:numPr>
          <w:ilvl w:val="1"/>
          <w:numId w:val="5"/>
        </w:numPr>
      </w:pPr>
      <w:r w:rsidRPr="00047E7E">
        <w:t>Jana Ganion (Serraga, Executive Director</w:t>
      </w:r>
      <w:r>
        <w:t>)</w:t>
      </w:r>
      <w:r w:rsidRPr="00047E7E">
        <w:t xml:space="preserve"> 206.617.0073</w:t>
      </w:r>
    </w:p>
    <w:p w:rsidR="007761E3" w:rsidRDefault="007761E3" w:rsidP="007761E3">
      <w:pPr>
        <w:pStyle w:val="ListParagraph"/>
        <w:numPr>
          <w:ilvl w:val="0"/>
          <w:numId w:val="5"/>
        </w:numPr>
      </w:pPr>
      <w:r>
        <w:t>US Department of Energy, Indian Country Energy and Infrastructure Working Group</w:t>
      </w:r>
    </w:p>
    <w:p w:rsidR="007761E3" w:rsidRDefault="007761E3" w:rsidP="007761E3">
      <w:pPr>
        <w:pStyle w:val="ListParagraph"/>
        <w:numPr>
          <w:ilvl w:val="1"/>
          <w:numId w:val="5"/>
        </w:numPr>
      </w:pPr>
      <w:r>
        <w:t>Voting member</w:t>
      </w:r>
    </w:p>
    <w:p w:rsidR="00BB3EE1" w:rsidRDefault="00BC7654" w:rsidP="00BB3EE1">
      <w:pPr>
        <w:pStyle w:val="ListParagraph"/>
        <w:numPr>
          <w:ilvl w:val="0"/>
          <w:numId w:val="5"/>
        </w:numPr>
      </w:pPr>
      <w:r>
        <w:t>Northern California</w:t>
      </w:r>
      <w:r w:rsidR="00BB3EE1">
        <w:t xml:space="preserve"> Tribal Chairman’s Association </w:t>
      </w:r>
    </w:p>
    <w:p w:rsidR="00BC7654" w:rsidRDefault="00BC7654" w:rsidP="00BC7654">
      <w:pPr>
        <w:pStyle w:val="ListParagraph"/>
        <w:numPr>
          <w:ilvl w:val="1"/>
          <w:numId w:val="5"/>
        </w:numPr>
      </w:pPr>
      <w:r>
        <w:t>Staff member, (energy, education, and health policy)</w:t>
      </w:r>
    </w:p>
    <w:p w:rsidR="00E42289" w:rsidRDefault="00923090" w:rsidP="00257DF1">
      <w:pPr>
        <w:spacing w:line="240" w:lineRule="auto"/>
      </w:pPr>
      <w:r>
        <w:tab/>
      </w:r>
      <w:r w:rsidR="00E42289">
        <w:tab/>
      </w:r>
      <w:r w:rsidR="00E42289">
        <w:tab/>
      </w:r>
      <w:r w:rsidR="00E42289">
        <w:tab/>
      </w:r>
      <w:r w:rsidR="00E42289">
        <w:tab/>
      </w:r>
      <w:r w:rsidR="00E42289">
        <w:tab/>
      </w:r>
      <w:r w:rsidR="00E42289">
        <w:tab/>
      </w:r>
      <w:r w:rsidR="00E42289">
        <w:tab/>
      </w:r>
    </w:p>
    <w:p w:rsidR="00E42289" w:rsidRDefault="00E42289" w:rsidP="00E42289">
      <w:pPr>
        <w:spacing w:line="240" w:lineRule="auto"/>
        <w:rPr>
          <w:b/>
          <w:u w:val="single"/>
        </w:rPr>
      </w:pPr>
      <w:r w:rsidRPr="005454AC">
        <w:rPr>
          <w:b/>
          <w:u w:val="single"/>
        </w:rPr>
        <w:t>Highlights/Pro</w:t>
      </w:r>
      <w:r w:rsidR="005454AC">
        <w:rPr>
          <w:b/>
          <w:u w:val="single"/>
        </w:rPr>
        <w:t>fessional Achievements:</w:t>
      </w:r>
    </w:p>
    <w:p w:rsidR="009E2006" w:rsidRDefault="009E2006" w:rsidP="009E2006">
      <w:pPr>
        <w:pStyle w:val="ListParagraph"/>
        <w:numPr>
          <w:ilvl w:val="0"/>
          <w:numId w:val="7"/>
        </w:numPr>
        <w:spacing w:line="240" w:lineRule="auto"/>
      </w:pPr>
      <w:r>
        <w:t>2020 HSU Distinguished Alumni Award</w:t>
      </w:r>
    </w:p>
    <w:p w:rsidR="009E2006" w:rsidRDefault="009E2006" w:rsidP="005454AC">
      <w:pPr>
        <w:pStyle w:val="ListParagraph"/>
        <w:numPr>
          <w:ilvl w:val="0"/>
          <w:numId w:val="3"/>
        </w:numPr>
        <w:spacing w:line="240" w:lineRule="auto"/>
      </w:pPr>
      <w:r>
        <w:t>2022 HSU President’s Distinguished Service Award</w:t>
      </w:r>
      <w:bookmarkStart w:id="0" w:name="_GoBack"/>
      <w:bookmarkEnd w:id="0"/>
    </w:p>
    <w:p w:rsidR="005454AC" w:rsidRDefault="00E42289" w:rsidP="005454AC">
      <w:pPr>
        <w:pStyle w:val="ListParagraph"/>
        <w:numPr>
          <w:ilvl w:val="0"/>
          <w:numId w:val="3"/>
        </w:numPr>
        <w:spacing w:line="240" w:lineRule="auto"/>
      </w:pPr>
      <w:r>
        <w:t>Former Co-Owner of Ramos &amp; Crowley Chiropractic in Las Vegas NV</w:t>
      </w:r>
    </w:p>
    <w:p w:rsidR="005454AC" w:rsidRDefault="00E42289" w:rsidP="005454AC">
      <w:pPr>
        <w:pStyle w:val="ListParagraph"/>
        <w:numPr>
          <w:ilvl w:val="0"/>
          <w:numId w:val="3"/>
        </w:numPr>
        <w:spacing w:line="240" w:lineRule="auto"/>
      </w:pPr>
      <w:r>
        <w:t>Creation of the Blue Lake Rancheria's Tribal Gaming Commis</w:t>
      </w:r>
      <w:r w:rsidR="00923090">
        <w:t>sion</w:t>
      </w:r>
    </w:p>
    <w:p w:rsidR="00923090" w:rsidRDefault="00923090" w:rsidP="005454AC">
      <w:pPr>
        <w:pStyle w:val="ListParagraph"/>
        <w:numPr>
          <w:ilvl w:val="0"/>
          <w:numId w:val="3"/>
        </w:numPr>
        <w:spacing w:line="240" w:lineRule="auto"/>
      </w:pPr>
      <w:r>
        <w:t>Prior National Indian Gaming Commission, Tribal Advisory Committee member</w:t>
      </w:r>
    </w:p>
    <w:p w:rsidR="00E42289" w:rsidRDefault="00A13F5C" w:rsidP="005454AC">
      <w:pPr>
        <w:pStyle w:val="ListParagraph"/>
        <w:numPr>
          <w:ilvl w:val="0"/>
          <w:numId w:val="3"/>
        </w:numPr>
        <w:spacing w:line="240" w:lineRule="auto"/>
      </w:pPr>
      <w:r>
        <w:t>Biodiesel, biogas gasifier,</w:t>
      </w:r>
      <w:r w:rsidR="00D5712F">
        <w:t xml:space="preserve"> microgrid and</w:t>
      </w:r>
      <w:r>
        <w:t xml:space="preserve"> solar energy projects on BLR reservation</w:t>
      </w:r>
      <w:r w:rsidR="00E42289">
        <w:tab/>
      </w:r>
      <w:r w:rsidR="00E42289">
        <w:tab/>
      </w:r>
      <w:r w:rsidR="00E42289">
        <w:tab/>
      </w:r>
      <w:r w:rsidR="00E42289">
        <w:tab/>
      </w:r>
      <w:r w:rsidR="00E42289">
        <w:tab/>
      </w:r>
      <w:r w:rsidR="00E42289">
        <w:tab/>
      </w:r>
      <w:r w:rsidR="00E42289">
        <w:tab/>
      </w:r>
    </w:p>
    <w:p w:rsidR="00E42289" w:rsidRPr="00923090" w:rsidRDefault="00E42289" w:rsidP="00E42289">
      <w:pPr>
        <w:spacing w:line="240" w:lineRule="auto"/>
        <w:rPr>
          <w:b/>
          <w:u w:val="single"/>
        </w:rPr>
      </w:pPr>
      <w:r w:rsidRPr="00923090">
        <w:rPr>
          <w:b/>
          <w:u w:val="single"/>
        </w:rPr>
        <w:t>Highlights of Community/Volunteer Service:</w:t>
      </w:r>
    </w:p>
    <w:p w:rsidR="00122798" w:rsidRDefault="00122798" w:rsidP="00122798">
      <w:pPr>
        <w:pStyle w:val="ListParagraph"/>
        <w:numPr>
          <w:ilvl w:val="0"/>
          <w:numId w:val="4"/>
        </w:numPr>
        <w:spacing w:line="240" w:lineRule="auto"/>
      </w:pPr>
      <w:r>
        <w:t xml:space="preserve">Blue Lake Rancheria Tribal Education Agency’s Board of Education, </w:t>
      </w:r>
      <w:r w:rsidR="001A5B34">
        <w:t xml:space="preserve">Board </w:t>
      </w:r>
      <w:r>
        <w:t xml:space="preserve">President </w:t>
      </w:r>
      <w:hyperlink r:id="rId7" w:history="1">
        <w:r w:rsidRPr="00143542">
          <w:rPr>
            <w:rStyle w:val="Hyperlink"/>
          </w:rPr>
          <w:t>https://bluelakerancheria-nsn.gov/tea/</w:t>
        </w:r>
      </w:hyperlink>
      <w:r>
        <w:t xml:space="preserve"> </w:t>
      </w:r>
    </w:p>
    <w:p w:rsidR="00923090" w:rsidRDefault="00E42289" w:rsidP="00923090">
      <w:pPr>
        <w:pStyle w:val="ListParagraph"/>
        <w:numPr>
          <w:ilvl w:val="0"/>
          <w:numId w:val="4"/>
        </w:numPr>
        <w:spacing w:line="240" w:lineRule="auto"/>
      </w:pPr>
      <w:r>
        <w:t xml:space="preserve">Blue Lake </w:t>
      </w:r>
      <w:r w:rsidR="007761E3">
        <w:t xml:space="preserve">Elementary School </w:t>
      </w:r>
      <w:r w:rsidR="00923090">
        <w:t xml:space="preserve">Education Foundation </w:t>
      </w:r>
      <w:r w:rsidR="00B80A1F">
        <w:t>(founding m</w:t>
      </w:r>
      <w:r w:rsidR="00923090">
        <w:t>ember</w:t>
      </w:r>
      <w:r w:rsidR="00B80A1F">
        <w:t>)</w:t>
      </w:r>
    </w:p>
    <w:p w:rsidR="001A086F" w:rsidRDefault="00E42289" w:rsidP="00923090">
      <w:pPr>
        <w:pStyle w:val="ListParagraph"/>
        <w:numPr>
          <w:ilvl w:val="0"/>
          <w:numId w:val="4"/>
        </w:numPr>
        <w:spacing w:line="240" w:lineRule="auto"/>
      </w:pPr>
      <w:r>
        <w:t>Blue Lake Teens for Change, vice president,</w:t>
      </w:r>
      <w:r w:rsidR="00B80A1F">
        <w:t xml:space="preserve"> (founding member)</w:t>
      </w:r>
    </w:p>
    <w:p w:rsidR="00B83B9A" w:rsidRDefault="001A086F" w:rsidP="00923090">
      <w:pPr>
        <w:pStyle w:val="ListParagraph"/>
        <w:numPr>
          <w:ilvl w:val="0"/>
          <w:numId w:val="4"/>
        </w:numPr>
        <w:spacing w:line="240" w:lineRule="auto"/>
      </w:pPr>
      <w:r>
        <w:t>HSU Advancement Foundation, Kinesiology endowment</w:t>
      </w:r>
      <w:r w:rsidR="00B83B9A">
        <w:t>, supporting biomechanics and human performance laboratories</w:t>
      </w:r>
    </w:p>
    <w:p w:rsidR="00E42289" w:rsidRDefault="00E42289" w:rsidP="00B83B9A">
      <w:pPr>
        <w:pStyle w:val="ListParagraph"/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407E0" w:rsidRDefault="00E42289" w:rsidP="00E42289">
      <w:pPr>
        <w:spacing w:line="240" w:lineRule="auto"/>
      </w:pPr>
      <w:r>
        <w:tab/>
      </w:r>
      <w:r>
        <w:tab/>
      </w:r>
    </w:p>
    <w:sectPr w:rsidR="00640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60D6"/>
    <w:multiLevelType w:val="hybridMultilevel"/>
    <w:tmpl w:val="5F78F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659B5"/>
    <w:multiLevelType w:val="hybridMultilevel"/>
    <w:tmpl w:val="53C4D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415DC"/>
    <w:multiLevelType w:val="hybridMultilevel"/>
    <w:tmpl w:val="84702C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E25A0C"/>
    <w:multiLevelType w:val="hybridMultilevel"/>
    <w:tmpl w:val="ABEE7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6C623E"/>
    <w:multiLevelType w:val="hybridMultilevel"/>
    <w:tmpl w:val="7A8A9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E5E70"/>
    <w:multiLevelType w:val="hybridMultilevel"/>
    <w:tmpl w:val="283AA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996AA4"/>
    <w:multiLevelType w:val="hybridMultilevel"/>
    <w:tmpl w:val="EAA6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289"/>
    <w:rsid w:val="00005252"/>
    <w:rsid w:val="00037313"/>
    <w:rsid w:val="00047E7E"/>
    <w:rsid w:val="000701FC"/>
    <w:rsid w:val="00077ABF"/>
    <w:rsid w:val="00101D4E"/>
    <w:rsid w:val="00122798"/>
    <w:rsid w:val="00150127"/>
    <w:rsid w:val="001A086F"/>
    <w:rsid w:val="001A5B34"/>
    <w:rsid w:val="001E206B"/>
    <w:rsid w:val="00257DF1"/>
    <w:rsid w:val="002D2F93"/>
    <w:rsid w:val="005454AC"/>
    <w:rsid w:val="005D25BA"/>
    <w:rsid w:val="006026FE"/>
    <w:rsid w:val="006159A1"/>
    <w:rsid w:val="006174A2"/>
    <w:rsid w:val="006407E0"/>
    <w:rsid w:val="0073472D"/>
    <w:rsid w:val="007761E3"/>
    <w:rsid w:val="007E5757"/>
    <w:rsid w:val="00923090"/>
    <w:rsid w:val="009E2006"/>
    <w:rsid w:val="00A13F5C"/>
    <w:rsid w:val="00AB0A4F"/>
    <w:rsid w:val="00B217B5"/>
    <w:rsid w:val="00B80A1F"/>
    <w:rsid w:val="00B83B9A"/>
    <w:rsid w:val="00BB3EE1"/>
    <w:rsid w:val="00BC7654"/>
    <w:rsid w:val="00C05481"/>
    <w:rsid w:val="00D5712F"/>
    <w:rsid w:val="00E17EFD"/>
    <w:rsid w:val="00E245A5"/>
    <w:rsid w:val="00E42289"/>
    <w:rsid w:val="00E57AAA"/>
    <w:rsid w:val="00F27FB5"/>
    <w:rsid w:val="00F5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50808"/>
  <w15:chartTrackingRefBased/>
  <w15:docId w15:val="{7F15B9FC-5028-4B70-B80C-C3A26433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1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0A1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luelakerancheria-nsn.gov/te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tie.harrell@bof.ca.gov" TargetMode="External"/><Relationship Id="rId5" Type="http://schemas.openxmlformats.org/officeDocument/2006/relationships/hyperlink" Target="http://humboldt-dspace.calstate.edu/handle/2148/196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68D85D6E</Template>
  <TotalTime>32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Ramos</dc:creator>
  <cp:keywords/>
  <dc:description/>
  <cp:lastModifiedBy>Jason Ramos</cp:lastModifiedBy>
  <cp:revision>8</cp:revision>
  <cp:lastPrinted>2016-12-28T18:59:00Z</cp:lastPrinted>
  <dcterms:created xsi:type="dcterms:W3CDTF">2021-08-03T17:52:00Z</dcterms:created>
  <dcterms:modified xsi:type="dcterms:W3CDTF">2022-12-07T22:59:00Z</dcterms:modified>
</cp:coreProperties>
</file>